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6782E1B-C9F2-4639-8354-4A61EA247B15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